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394"/>
      </w:tblGrid>
      <w:tr w:rsidR="00D40650" w14:paraId="55942A01" w14:textId="77777777" w:rsidTr="00152FAD">
        <w:trPr>
          <w:trHeight w:val="1905"/>
        </w:trPr>
        <w:tc>
          <w:tcPr>
            <w:tcW w:w="4678" w:type="dxa"/>
          </w:tcPr>
          <w:p w14:paraId="559429FF" w14:textId="79B88268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66FC27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94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152FAD">
        <w:trPr>
          <w:trHeight w:val="1985"/>
        </w:trPr>
        <w:tc>
          <w:tcPr>
            <w:tcW w:w="4678" w:type="dxa"/>
          </w:tcPr>
          <w:p w14:paraId="727C122E" w14:textId="37BF711F" w:rsidR="00B336FB" w:rsidRDefault="00B336FB" w:rsidP="00BC1A62">
            <w:pPr>
              <w:pStyle w:val="Adressaat"/>
            </w:pPr>
            <w:r>
              <w:t>Mati Kass</w:t>
            </w:r>
          </w:p>
          <w:p w14:paraId="48CCC525" w14:textId="04A96B0A" w:rsidR="00371A7B" w:rsidRDefault="00B336FB" w:rsidP="00BC1A62">
            <w:pPr>
              <w:pStyle w:val="Adressaat"/>
            </w:pPr>
            <w:r w:rsidRPr="00B336FB">
              <w:t>Riigimetsa Majandamise Keskus</w:t>
            </w:r>
          </w:p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34F61C44-F470-4B56-AFA8-2038CF04135C}"/>
              <w:text/>
            </w:sdtPr>
            <w:sdtEndPr/>
            <w:sdtContent>
              <w:p w14:paraId="55942A06" w14:textId="2C08CF26" w:rsidR="003B2A9C" w:rsidRPr="00BF4D7C" w:rsidRDefault="00B336FB" w:rsidP="00371A7B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mati.kass@rmk.ee</w:t>
                </w:r>
              </w:p>
            </w:sdtContent>
          </w:sdt>
        </w:tc>
        <w:tc>
          <w:tcPr>
            <w:tcW w:w="4394" w:type="dxa"/>
          </w:tcPr>
          <w:p w14:paraId="57FE3F0E" w14:textId="77777777" w:rsidR="000E7213" w:rsidRDefault="000E7213" w:rsidP="004F298B">
            <w:pPr>
              <w:spacing w:line="240" w:lineRule="auto"/>
              <w:jc w:val="left"/>
            </w:pPr>
          </w:p>
          <w:p w14:paraId="4FC5E655" w14:textId="77777777" w:rsidR="000E7213" w:rsidRDefault="000E7213" w:rsidP="004F298B">
            <w:pPr>
              <w:spacing w:line="240" w:lineRule="auto"/>
              <w:ind w:left="142"/>
              <w:jc w:val="left"/>
            </w:pPr>
          </w:p>
          <w:p w14:paraId="55942A09" w14:textId="0F7A0AD5" w:rsidR="00EC028D" w:rsidRPr="005E7E54" w:rsidRDefault="00D54060" w:rsidP="004F298B">
            <w:pPr>
              <w:spacing w:line="240" w:lineRule="auto"/>
              <w:ind w:left="142"/>
              <w:jc w:val="left"/>
            </w:pP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34F61C44-F470-4B56-AFA8-2038CF04135C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34F61C44-F470-4B56-AFA8-2038CF04135C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371A7B">
            <w:pPr>
              <w:ind w:left="-425"/>
              <w:jc w:val="left"/>
            </w:pPr>
          </w:p>
        </w:tc>
      </w:tr>
    </w:tbl>
    <w:p w14:paraId="55942A0C" w14:textId="2CD29CCE" w:rsidR="00BC1A62" w:rsidRPr="00835858" w:rsidRDefault="001624AF" w:rsidP="002E6BA6">
      <w:pPr>
        <w:pStyle w:val="Pealkiri1"/>
        <w:ind w:right="4251"/>
        <w:jc w:val="both"/>
      </w:pPr>
      <w:r w:rsidRPr="001624AF">
        <w:t>Liivavallide teisaldamine Audru poldril</w:t>
      </w:r>
    </w:p>
    <w:p w14:paraId="55942A0D" w14:textId="362AB6DB" w:rsidR="00A13FDE" w:rsidRDefault="00262E94" w:rsidP="00B7532F">
      <w:pPr>
        <w:pStyle w:val="Snum"/>
      </w:pPr>
      <w:r>
        <w:t xml:space="preserve">Austatud </w:t>
      </w:r>
      <w:r w:rsidR="00B336FB">
        <w:t>Mati Kass</w:t>
      </w:r>
    </w:p>
    <w:p w14:paraId="55942A0E" w14:textId="77777777" w:rsidR="00A13FDE" w:rsidRDefault="00A13FDE" w:rsidP="00B7532F">
      <w:pPr>
        <w:pStyle w:val="Snum"/>
      </w:pPr>
    </w:p>
    <w:p w14:paraId="55942A0F" w14:textId="77777777" w:rsidR="00A13FDE" w:rsidRDefault="00A13FDE" w:rsidP="006B4FF1">
      <w:pPr>
        <w:pStyle w:val="Snum"/>
      </w:pPr>
    </w:p>
    <w:p w14:paraId="55942A19" w14:textId="1B3B4B8B" w:rsidR="00432E04" w:rsidRDefault="00B336FB" w:rsidP="006B4FF1">
      <w:pPr>
        <w:pStyle w:val="Snum"/>
      </w:pPr>
      <w:r w:rsidRPr="00B336FB">
        <w:t>Käesolevaga teatame, et oleme nõus muutma Keskkonnaameti poolt 03.07.2024 nr</w:t>
      </w:r>
      <w:r w:rsidR="006B4FF1">
        <w:t> </w:t>
      </w:r>
      <w:r w:rsidRPr="00B336FB">
        <w:t>7</w:t>
      </w:r>
      <w:r w:rsidR="006B4FF1">
        <w:noBreakHyphen/>
      </w:r>
      <w:r w:rsidRPr="00B336FB">
        <w:t xml:space="preserve">11/24/14031-2 kinnitatud Audru poldri lähteülesande kooskõlastust (OBJ 2384 Audru polder). Tuginedes Teie </w:t>
      </w:r>
      <w:r>
        <w:t>07</w:t>
      </w:r>
      <w:r w:rsidRPr="00B336FB">
        <w:t>.0</w:t>
      </w:r>
      <w:r>
        <w:t>4</w:t>
      </w:r>
      <w:r w:rsidRPr="00B336FB">
        <w:t>.202</w:t>
      </w:r>
      <w:r w:rsidR="00A064CF">
        <w:t>5</w:t>
      </w:r>
      <w:r w:rsidRPr="00B336FB">
        <w:t xml:space="preserve"> e-kirjale, on Keskkonnaamet nõus, </w:t>
      </w:r>
      <w:r w:rsidR="00A064CF">
        <w:t>et väljavoolukanali servadele kuhjatud l</w:t>
      </w:r>
      <w:r w:rsidR="00A064CF" w:rsidRPr="00A064CF">
        <w:t>iiv</w:t>
      </w:r>
      <w:r w:rsidR="00D54060">
        <w:t>a</w:t>
      </w:r>
      <w:r w:rsidR="00A064CF">
        <w:t xml:space="preserve"> </w:t>
      </w:r>
      <w:r w:rsidR="00D54060">
        <w:t>võib</w:t>
      </w:r>
      <w:r w:rsidR="00A064CF" w:rsidRPr="00A064CF">
        <w:t xml:space="preserve"> planeerida</w:t>
      </w:r>
      <w:r w:rsidR="00D54060">
        <w:t xml:space="preserve"> </w:t>
      </w:r>
      <w:r w:rsidR="00A064CF" w:rsidRPr="00A064CF">
        <w:t>kanali serva</w:t>
      </w:r>
      <w:r w:rsidR="00D54060">
        <w:t>st</w:t>
      </w:r>
      <w:r w:rsidR="00A064CF" w:rsidRPr="00A064CF">
        <w:t xml:space="preserve"> </w:t>
      </w:r>
      <w:r w:rsidR="00D54060">
        <w:t>läänesuunal</w:t>
      </w:r>
      <w:r w:rsidR="00A064CF" w:rsidRPr="00A064CF">
        <w:t xml:space="preserve"> kuni 30 m laiusele</w:t>
      </w:r>
      <w:r w:rsidR="00D54060">
        <w:t xml:space="preserve"> </w:t>
      </w:r>
      <w:r w:rsidR="00A064CF" w:rsidRPr="00A064CF">
        <w:t xml:space="preserve">ja </w:t>
      </w:r>
      <w:r w:rsidR="00D54060">
        <w:t xml:space="preserve">idasuunal </w:t>
      </w:r>
      <w:r w:rsidR="00A064CF" w:rsidRPr="00A064CF">
        <w:t>50 m laiusele alale</w:t>
      </w:r>
      <w:r w:rsidR="00A064CF">
        <w:t>.</w:t>
      </w:r>
    </w:p>
    <w:p w14:paraId="466552E9" w14:textId="77777777" w:rsidR="00A064CF" w:rsidRDefault="00A064CF" w:rsidP="006B4FF1">
      <w:pPr>
        <w:pStyle w:val="Snum"/>
      </w:pPr>
    </w:p>
    <w:p w14:paraId="41377682" w14:textId="77777777" w:rsidR="00A064CF" w:rsidRDefault="00A064CF" w:rsidP="006B4FF1">
      <w:pPr>
        <w:pStyle w:val="Snum"/>
      </w:pPr>
    </w:p>
    <w:p w14:paraId="55942A1A" w14:textId="77777777" w:rsidR="00A13FDE" w:rsidRDefault="00A13FDE" w:rsidP="006B4FF1">
      <w:pPr>
        <w:pStyle w:val="Snum"/>
      </w:pPr>
      <w:r>
        <w:t>Lugupidamisega</w:t>
      </w:r>
    </w:p>
    <w:p w14:paraId="55942A1B" w14:textId="77777777" w:rsidR="00A13FDE" w:rsidRDefault="00A13FDE" w:rsidP="00B7532F">
      <w:pPr>
        <w:pStyle w:val="Snum"/>
      </w:pPr>
    </w:p>
    <w:p w14:paraId="55942A1C" w14:textId="77777777" w:rsidR="00A13FDE" w:rsidRDefault="00A13FDE" w:rsidP="00B7532F">
      <w:pPr>
        <w:pStyle w:val="Snum"/>
      </w:pPr>
    </w:p>
    <w:p w14:paraId="55942A1E" w14:textId="3BBA8011" w:rsidR="00262E94" w:rsidRDefault="00A13FDE" w:rsidP="00B7532F">
      <w:pPr>
        <w:pStyle w:val="Snum"/>
      </w:pPr>
      <w:r w:rsidRPr="00B7532F">
        <w:t>(</w:t>
      </w:r>
      <w:r w:rsidR="00432E04" w:rsidRPr="00B7532F">
        <w:t>allkir</w:t>
      </w:r>
      <w:r w:rsidR="00EC028D" w:rsidRPr="00B7532F">
        <w:t>jastatud digitaalselt</w:t>
      </w:r>
      <w:r w:rsidRPr="00B7532F">
        <w:t>)</w:t>
      </w:r>
    </w:p>
    <w:p w14:paraId="4482948D" w14:textId="51DBF7A0" w:rsidR="002D64AB" w:rsidRDefault="0066748F" w:rsidP="00B7532F">
      <w:pPr>
        <w:pStyle w:val="Snum"/>
      </w:pPr>
      <w:r>
        <w:t>Gunnar Sein</w:t>
      </w:r>
    </w:p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34F61C44-F470-4B56-AFA8-2038CF04135C}"/>
        <w:text/>
      </w:sdtPr>
      <w:sdtEndPr/>
      <w:sdtContent>
        <w:p w14:paraId="3A716D7D" w14:textId="22C3742D" w:rsidR="002D64AB" w:rsidRDefault="00B336FB" w:rsidP="00B7532F">
          <w:pPr>
            <w:pStyle w:val="Snum"/>
          </w:pPr>
          <w:r>
            <w:t>juhataja</w:t>
          </w:r>
        </w:p>
      </w:sdtContent>
    </w:sdt>
    <w:p w14:paraId="55942A21" w14:textId="32E89A9D" w:rsidR="00432E04" w:rsidRDefault="00B336FB" w:rsidP="00B7532F">
      <w:pPr>
        <w:pStyle w:val="Snum"/>
      </w:pPr>
      <w:r>
        <w:t>maahoolduse büroo</w:t>
      </w:r>
    </w:p>
    <w:p w14:paraId="44005F74" w14:textId="77777777" w:rsidR="00432E04" w:rsidRDefault="00432E04" w:rsidP="00B7532F">
      <w:pPr>
        <w:pStyle w:val="Snum"/>
      </w:pPr>
    </w:p>
    <w:p w14:paraId="55942A23" w14:textId="77777777" w:rsidR="00432E04" w:rsidRDefault="00432E04" w:rsidP="00B7532F">
      <w:pPr>
        <w:pStyle w:val="Snum"/>
      </w:pPr>
    </w:p>
    <w:p w14:paraId="2CA7E1EF" w14:textId="77777777" w:rsidR="006838E6" w:rsidRDefault="006838E6" w:rsidP="00B7532F">
      <w:pPr>
        <w:pStyle w:val="Snum"/>
      </w:pPr>
    </w:p>
    <w:p w14:paraId="108D4984" w14:textId="77777777" w:rsidR="006838E6" w:rsidRDefault="006838E6" w:rsidP="00B7532F">
      <w:pPr>
        <w:pStyle w:val="Snum"/>
      </w:pPr>
    </w:p>
    <w:p w14:paraId="0F6951D5" w14:textId="77777777" w:rsidR="006838E6" w:rsidRDefault="006838E6" w:rsidP="00B7532F">
      <w:pPr>
        <w:pStyle w:val="Snum"/>
      </w:pPr>
    </w:p>
    <w:p w14:paraId="62B68957" w14:textId="77777777" w:rsidR="006838E6" w:rsidRDefault="006838E6" w:rsidP="00B7532F">
      <w:pPr>
        <w:pStyle w:val="Snum"/>
      </w:pPr>
    </w:p>
    <w:p w14:paraId="4BD553BA" w14:textId="77777777" w:rsidR="006838E6" w:rsidRDefault="006838E6" w:rsidP="00B7532F">
      <w:pPr>
        <w:pStyle w:val="Snum"/>
      </w:pPr>
    </w:p>
    <w:p w14:paraId="784E62E5" w14:textId="77777777" w:rsidR="006838E6" w:rsidRDefault="006838E6" w:rsidP="00B7532F">
      <w:pPr>
        <w:pStyle w:val="Snum"/>
      </w:pPr>
    </w:p>
    <w:p w14:paraId="705494BF" w14:textId="77777777" w:rsidR="006838E6" w:rsidRDefault="006838E6" w:rsidP="00B7532F">
      <w:pPr>
        <w:pStyle w:val="Snum"/>
      </w:pPr>
    </w:p>
    <w:p w14:paraId="364EEC31" w14:textId="77777777" w:rsidR="006838E6" w:rsidRDefault="006838E6" w:rsidP="00B7532F">
      <w:pPr>
        <w:pStyle w:val="Snum"/>
      </w:pPr>
    </w:p>
    <w:p w14:paraId="690C2B41" w14:textId="77777777" w:rsidR="006838E6" w:rsidRDefault="006838E6" w:rsidP="00B7532F">
      <w:pPr>
        <w:pStyle w:val="Snum"/>
      </w:pPr>
    </w:p>
    <w:p w14:paraId="55942A2C" w14:textId="77777777" w:rsidR="00432E04" w:rsidRDefault="00432E04" w:rsidP="00B7532F">
      <w:pPr>
        <w:pStyle w:val="Snum"/>
      </w:pPr>
    </w:p>
    <w:p w14:paraId="55942A2D" w14:textId="77777777" w:rsidR="00432E04" w:rsidRDefault="00432E04" w:rsidP="00B7532F">
      <w:pPr>
        <w:pStyle w:val="Snum"/>
      </w:pPr>
    </w:p>
    <w:p w14:paraId="55942A2E" w14:textId="1772377B" w:rsidR="00A13FDE" w:rsidRDefault="00D54060" w:rsidP="00B7532F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34F61C44-F470-4B56-AFA8-2038CF04135C}"/>
          <w:text/>
        </w:sdtPr>
        <w:sdtEndPr/>
        <w:sdtContent>
          <w:r w:rsidR="00B336FB">
            <w:t>Terje Väärtmaa</w:t>
          </w:r>
        </w:sdtContent>
      </w:sdt>
      <w:r w:rsidR="002D64AB">
        <w:t xml:space="preserve"> </w:t>
      </w:r>
      <w:sdt>
        <w:sdtPr>
          <w:alias w:val="Koostaja telefon"/>
          <w:tag w:val="Koostaja_x0020_telefon"/>
          <w:id w:val="-374996043"/>
          <w:lock w:val="sdtLocked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34F61C44-F470-4B56-AFA8-2038CF04135C}"/>
          <w:text/>
        </w:sdtPr>
        <w:sdtEndPr/>
        <w:sdtContent>
          <w:r w:rsidR="006B4FF1">
            <w:t>5854 4722</w:t>
          </w:r>
        </w:sdtContent>
      </w:sdt>
    </w:p>
    <w:sdt>
      <w:sdtPr>
        <w:alias w:val="Koostaja e-post"/>
        <w:tag w:val="Koostaja_x0020_e-post"/>
        <w:id w:val="665976164"/>
        <w:lock w:val="sdtLocked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34F61C44-F470-4B56-AFA8-2038CF04135C}"/>
        <w:text/>
      </w:sdtPr>
      <w:sdtEndPr/>
      <w:sdtContent>
        <w:p w14:paraId="55942A2F" w14:textId="186CC502" w:rsidR="00BD078E" w:rsidRPr="00BD078E" w:rsidRDefault="00B336FB" w:rsidP="00B7532F">
          <w:pPr>
            <w:pStyle w:val="Snum"/>
          </w:pPr>
          <w:r>
            <w:t>terje.vaartmaa@keskkonnaamet.ee</w:t>
          </w:r>
        </w:p>
      </w:sdtContent>
    </w:sdt>
    <w:sectPr w:rsidR="00BD078E" w:rsidRPr="00BD078E" w:rsidSect="00EC028D">
      <w:footerReference w:type="default" r:id="rId11"/>
      <w:footerReference w:type="first" r:id="rId12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42A37" w14:textId="55DE3FCB" w:rsidR="00432E04" w:rsidRDefault="00152FAD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</w:t>
    </w:r>
    <w:r w:rsidR="00193D59">
      <w:t>linn</w:t>
    </w:r>
    <w:r w:rsidRPr="00B9503E">
      <w:t>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7F5D"/>
    <w:rsid w:val="000346C8"/>
    <w:rsid w:val="00060947"/>
    <w:rsid w:val="000913FC"/>
    <w:rsid w:val="000A17B5"/>
    <w:rsid w:val="000E7213"/>
    <w:rsid w:val="00124999"/>
    <w:rsid w:val="0014147A"/>
    <w:rsid w:val="001523BD"/>
    <w:rsid w:val="00152FAD"/>
    <w:rsid w:val="001624AF"/>
    <w:rsid w:val="00193D59"/>
    <w:rsid w:val="001A2645"/>
    <w:rsid w:val="001A3584"/>
    <w:rsid w:val="001A7D04"/>
    <w:rsid w:val="001D4CFB"/>
    <w:rsid w:val="001E286A"/>
    <w:rsid w:val="002008A2"/>
    <w:rsid w:val="00227A79"/>
    <w:rsid w:val="00262E94"/>
    <w:rsid w:val="002835BB"/>
    <w:rsid w:val="00293449"/>
    <w:rsid w:val="002A1042"/>
    <w:rsid w:val="002D64AB"/>
    <w:rsid w:val="002E66BD"/>
    <w:rsid w:val="002E6BA6"/>
    <w:rsid w:val="002E7ED5"/>
    <w:rsid w:val="002F254F"/>
    <w:rsid w:val="00320179"/>
    <w:rsid w:val="00341E47"/>
    <w:rsid w:val="0034404F"/>
    <w:rsid w:val="0034719C"/>
    <w:rsid w:val="00354059"/>
    <w:rsid w:val="00371A7B"/>
    <w:rsid w:val="00394DCB"/>
    <w:rsid w:val="003A4242"/>
    <w:rsid w:val="003B2A9C"/>
    <w:rsid w:val="00402EC8"/>
    <w:rsid w:val="0040665C"/>
    <w:rsid w:val="00432E04"/>
    <w:rsid w:val="0043569D"/>
    <w:rsid w:val="00435A13"/>
    <w:rsid w:val="0044084D"/>
    <w:rsid w:val="00455C04"/>
    <w:rsid w:val="00475FF2"/>
    <w:rsid w:val="004B785D"/>
    <w:rsid w:val="004C1391"/>
    <w:rsid w:val="004F298B"/>
    <w:rsid w:val="00546204"/>
    <w:rsid w:val="00551E24"/>
    <w:rsid w:val="00557534"/>
    <w:rsid w:val="00560A92"/>
    <w:rsid w:val="00564569"/>
    <w:rsid w:val="005A5140"/>
    <w:rsid w:val="005B5CE1"/>
    <w:rsid w:val="005E3AED"/>
    <w:rsid w:val="005E45BB"/>
    <w:rsid w:val="005E7E54"/>
    <w:rsid w:val="00602834"/>
    <w:rsid w:val="006151D9"/>
    <w:rsid w:val="00655468"/>
    <w:rsid w:val="0066748F"/>
    <w:rsid w:val="00680609"/>
    <w:rsid w:val="006838E6"/>
    <w:rsid w:val="00686A7C"/>
    <w:rsid w:val="006A01AC"/>
    <w:rsid w:val="006B118C"/>
    <w:rsid w:val="006B3A4C"/>
    <w:rsid w:val="006B4FF1"/>
    <w:rsid w:val="006E16BD"/>
    <w:rsid w:val="006F3BB9"/>
    <w:rsid w:val="006F72D7"/>
    <w:rsid w:val="007056E1"/>
    <w:rsid w:val="00713327"/>
    <w:rsid w:val="0075695A"/>
    <w:rsid w:val="007A1DE8"/>
    <w:rsid w:val="007D54FC"/>
    <w:rsid w:val="00835858"/>
    <w:rsid w:val="008919F2"/>
    <w:rsid w:val="008B041F"/>
    <w:rsid w:val="008D4634"/>
    <w:rsid w:val="008F0B50"/>
    <w:rsid w:val="00905DE7"/>
    <w:rsid w:val="0090694F"/>
    <w:rsid w:val="0091786B"/>
    <w:rsid w:val="009227E5"/>
    <w:rsid w:val="00922CF3"/>
    <w:rsid w:val="009370A4"/>
    <w:rsid w:val="00952E07"/>
    <w:rsid w:val="009A3A7C"/>
    <w:rsid w:val="009A5AD5"/>
    <w:rsid w:val="009B157B"/>
    <w:rsid w:val="009C4DB7"/>
    <w:rsid w:val="009E7F4A"/>
    <w:rsid w:val="00A03237"/>
    <w:rsid w:val="00A064CF"/>
    <w:rsid w:val="00A10E66"/>
    <w:rsid w:val="00A1244E"/>
    <w:rsid w:val="00A13FDE"/>
    <w:rsid w:val="00A23833"/>
    <w:rsid w:val="00A30A04"/>
    <w:rsid w:val="00A77BF6"/>
    <w:rsid w:val="00A86023"/>
    <w:rsid w:val="00A92042"/>
    <w:rsid w:val="00AC4752"/>
    <w:rsid w:val="00AD2EA7"/>
    <w:rsid w:val="00AE02A8"/>
    <w:rsid w:val="00B336FB"/>
    <w:rsid w:val="00B7532F"/>
    <w:rsid w:val="00B9503E"/>
    <w:rsid w:val="00BA2A06"/>
    <w:rsid w:val="00BB0136"/>
    <w:rsid w:val="00BC1A62"/>
    <w:rsid w:val="00BD078E"/>
    <w:rsid w:val="00BD3CCF"/>
    <w:rsid w:val="00BE0CC9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CF725A"/>
    <w:rsid w:val="00D26304"/>
    <w:rsid w:val="00D346E5"/>
    <w:rsid w:val="00D40650"/>
    <w:rsid w:val="00D54060"/>
    <w:rsid w:val="00DF44DF"/>
    <w:rsid w:val="00DF6F9A"/>
    <w:rsid w:val="00E023F6"/>
    <w:rsid w:val="00E03DBB"/>
    <w:rsid w:val="00E663AE"/>
    <w:rsid w:val="00EA66F7"/>
    <w:rsid w:val="00EC028D"/>
    <w:rsid w:val="00F176ED"/>
    <w:rsid w:val="00F24611"/>
    <w:rsid w:val="00F3446C"/>
    <w:rsid w:val="00F437B1"/>
    <w:rsid w:val="00F44354"/>
    <w:rsid w:val="00F702F6"/>
    <w:rsid w:val="00F9645B"/>
    <w:rsid w:val="00F9773D"/>
    <w:rsid w:val="00FA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341E47"/>
    <w:pPr>
      <w:tabs>
        <w:tab w:val="left" w:pos="5387"/>
      </w:tabs>
      <w:spacing w:after="560"/>
      <w:ind w:right="3968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B7532F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87"/>
    <w:rsid w:val="000059E8"/>
    <w:rsid w:val="00072726"/>
    <w:rsid w:val="0014147A"/>
    <w:rsid w:val="001F74AD"/>
    <w:rsid w:val="00320179"/>
    <w:rsid w:val="00475FF2"/>
    <w:rsid w:val="0049790E"/>
    <w:rsid w:val="00905DE7"/>
    <w:rsid w:val="009227E5"/>
    <w:rsid w:val="00952E07"/>
    <w:rsid w:val="009C4DB7"/>
    <w:rsid w:val="00A92042"/>
    <w:rsid w:val="00F176ED"/>
    <w:rsid w:val="00F24611"/>
    <w:rsid w:val="00F437B1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F74AD"/>
    <w:rPr>
      <w:color w:val="808080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555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Summary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Sama" minOccurs="0"/>
                <xs:element ref="f:Koopia" minOccurs="0"/>
                <xs:element ref="f:Pimekoopia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AccessRestrictionLastExtensionResolution" minOccurs="0"/>
                <xs:element ref="f:RMAccessRestrictionFromSender" minOccurs="0"/>
                <xs:element ref="f:RMExternalAccessRestrictionNotificationTim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50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Summary" ma:displayName="Lühikokkuvõte" ma:index="4" ma:internalName="Summary" nillable="true" fp:namespace="228B497073DE44A483E29513BE360001" fp:type="String">
      <xs:simpleType>
        <xs:restriction base="dms:Text"/>
      </xs:simpleType>
    </xs:element>
    <xs:element name="RMFolderChain" ma:displayName="RMFolderChain" ma:index="5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6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7" ma:internalName="Asutus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8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9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10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1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2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3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4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5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6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7" ma:internalName="RMAdditionalRecipients" nillable="true" fp:namespace="228B497073DE44A483E29513BE360001" fp:type="String">
      <xs:simpleType>
        <xs:restriction base="dms:Text"/>
      </xs:simpleType>
    </xs:element>
    <xs:element name="Sama" ma:displayName="Lisaadressaadid (Sama)" ma:index="18" ma:internalName="Sama" nillable="true" ma:readOnly="true" fp:namespace="228B497073DE44A483E29513BE360001" fp:type="String">
      <xs:simpleType>
        <xs:restriction base="dms:Text"/>
      </xs:simpleType>
    </xs:element>
    <xs:element name="Koopia" ma:displayName="Koopia" ma:index="19" ma:internalName="Koopia" nillable="true" ma:readOnly="true" fp:namespace="228B497073DE44A483E29513BE360001" fp:type="String">
      <xs:simpleType>
        <xs:restriction base="dms:Text"/>
      </xs:simpleType>
    </xs:element>
    <xs:element name="Pimekoopia" ma:displayName="Pimekoopia" ma:index="20" ma:internalName="Pimekoopia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21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22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23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4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5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6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7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8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9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30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31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32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33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4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5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6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7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8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9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40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41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42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43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4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5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6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7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8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50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51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52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53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AccessRestrictionLastExtensionResolution" ma:displayName="Juurdepääsupiirang töövoo kaudu pikendatud" ma:index="54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MAccessRestrictionFromSender" ma:displayName="RMAccessRestrictionFromSender" ma:index="55" ma:internalName="RMAccessRestrictionFromSender" nillable="true" ma:readOnly="true" fp:namespace="228B497073DE44A483E29513BE360001" ma:format="DateOnly" fp:type="DateTime">
      <xs:simpleType>
        <xs:restriction base="dms:DateTime"/>
      </xs:simpleType>
    </xs:element>
    <xs:element name="RMExternalAccessRestrictionNotificationTime" ma:displayName="JPP lõppemise eelhoiatus saadetud" ma:index="56" ma:internalName="RMExternal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57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8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9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60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61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" ma:displayName="Registrikood: 1" ma:index="62" ma:internalName="Registrikood_x0023_1" nillable="true" ma:readOnly="true" fp:namespace="228B497073DE44A483E29513BE360001" fp:type="String">
      <xs:simpleType>
        <xs:restriction base="dms:Text"/>
      </xs:simpleType>
    </xs:element>
    <xs:element name="Registrikood_x0023_2" ma:displayName="Registrikood: 2" ma:index="63" ma:internalName="Registrikood_x0023_2" nillable="true" ma:readOnly="true" fp:namespace="228B497073DE44A483E29513BE360001" fp:type="String">
      <xs:simpleType>
        <xs:restriction base="dms:Text"/>
      </xs:simpleType>
    </xs:element>
    <xs:element name="Registrikood_x0023_3" ma:displayName="Registrikood: 3" ma:index="64" ma:internalName="Registrikood_x0023_3" nillable="true" ma:readOnly="true" fp:namespace="228B497073DE44A483E29513BE360001" fp:type="String">
      <xs:simpleType>
        <xs:restriction base="dms:Text"/>
      </xs:simpleType>
    </xs:element>
    <xs:element name="Registrikood_x0023_4" ma:displayName="Registrikood: 4" ma:index="65" ma:internalName="Registrikood_x0023_4" nillable="true" ma:readOnly="true" fp:namespace="228B497073DE44A483E29513BE360001" fp:type="String">
      <xs:simpleType>
        <xs:restriction base="dms:Text"/>
      </xs:simpleType>
    </xs:element>
    <xs:element name="Registrikood_x0023_5" ma:displayName="Registrikood: 5" ma:index="66" ma:internalName="Registrikood_x0023_5" nillable="true" ma:readOnly="true" fp:namespace="228B497073DE44A483E29513BE360001" fp:type="String">
      <xs:simpleType>
        <xs:restriction base="dms:Text"/>
      </xs:simpleType>
    </xs:element>
    <xs:element name="Registrikood_x0023_6" ma:displayName="Registrikood: 6" ma:index="67" ma:internalName="Registrikood_x0023_6" nillable="true" ma:readOnly="true" fp:namespace="228B497073DE44A483E29513BE360001" fp:type="String">
      <xs:simpleType>
        <xs:restriction base="dms:Text"/>
      </xs:simpleType>
    </xs:element>
    <xs:element name="Registrikood_x0023_7" ma:displayName="Registrikood: 7" ma:index="68" ma:internalName="Registrikood_x0023_7" nillable="true" ma:readOnly="true" fp:namespace="228B497073DE44A483E29513BE360001" fp:type="String">
      <xs:simpleType>
        <xs:restriction base="dms:Text"/>
      </xs:simpleType>
    </xs:element>
    <xs:element name="Registrikood_x0023_8" ma:displayName="Registrikood: 8" ma:index="69" ma:internalName="Registrikood_x0023_8" nillable="true" ma:readOnly="true" fp:namespace="228B497073DE44A483E29513BE360001" fp:type="String">
      <xs:simpleType>
        <xs:restriction base="dms:Text"/>
      </xs:simpleType>
    </xs:element>
    <xs:element name="Registrikood_x0023_9" ma:displayName="Registrikood: 9" ma:index="70" ma:internalName="Registrikood_x0023_9" nillable="true" ma:readOnly="true" fp:namespace="228B497073DE44A483E29513BE360001" fp:type="String">
      <xs:simpleType>
        <xs:restriction base="dms:Text"/>
      </xs:simpleType>
    </xs:element>
    <xs:element name="Registrikood_x0023_10" ma:displayName="Registrikood: 10" ma:index="71" ma:internalName="Registrikood_x0023_10" nillable="true" ma:readOnly="true" fp:namespace="228B497073DE44A483E29513BE360001" fp:type="String">
      <xs:simpleType>
        <xs:restriction base="dms:Text"/>
      </xs:simpleType>
    </xs:element>
    <xs:element name="Registrikood_x0023_11" ma:displayName="Registrikood: 11" ma:index="72" ma:internalName="Registrikood_x0023_11" nillable="true" ma:readOnly="true" fp:namespace="228B497073DE44A483E29513BE360001" fp:type="String">
      <xs:simpleType>
        <xs:restriction base="dms:Text"/>
      </xs:simpleType>
    </xs:element>
    <xs:element name="Registrikood_x0023_12" ma:displayName="Registrikood: 12" ma:index="73" ma:internalName="Registrikood_x0023_12" nillable="true" ma:readOnly="true" fp:namespace="228B497073DE44A483E29513BE360001" fp:type="String">
      <xs:simpleType>
        <xs:restriction base="dms:Text"/>
      </xs:simpleType>
    </xs:element>
    <xs:element name="Registrikood_x0023_13" ma:displayName="Registrikood: 13" ma:index="74" ma:internalName="Registrikood_x0023_13" nillable="true" ma:readOnly="true" fp:namespace="228B497073DE44A483E29513BE360001" fp:type="String">
      <xs:simpleType>
        <xs:restriction base="dms:Text"/>
      </xs:simpleType>
    </xs:element>
    <xs:element name="Registrikood_x0023_14" ma:displayName="Registrikood: 14" ma:index="75" ma:internalName="Registrikood_x0023_14" nillable="true" ma:readOnly="true" fp:namespace="228B497073DE44A483E29513BE360001" fp:type="String">
      <xs:simpleType>
        <xs:restriction base="dms:Text"/>
      </xs:simpleType>
    </xs:element>
    <xs:element name="Registrikood_x0023_15" ma:displayName="Registrikood: 15" ma:index="76" ma:internalName="Registrikood_x0023_15" nillable="true" ma:readOnly="true" fp:namespace="228B497073DE44A483E29513BE360001" fp:type="String">
      <xs:simpleType>
        <xs:restriction base="dms:Text"/>
      </xs:simpleType>
    </xs:element>
    <xs:element name="Registrikood_x0023_16" ma:displayName="Registrikood: 16" ma:index="77" ma:internalName="Registrikood_x0023_16" nillable="true" ma:readOnly="true" fp:namespace="228B497073DE44A483E29513BE360001" fp:type="String">
      <xs:simpleType>
        <xs:restriction base="dms:Text"/>
      </xs:simpleType>
    </xs:element>
    <xs:element name="Registrikood_x0023_17" ma:displayName="Registrikood: 17" ma:index="78" ma:internalName="Registrikood_x0023_17" nillable="true" ma:readOnly="true" fp:namespace="228B497073DE44A483E29513BE360001" fp:type="String">
      <xs:simpleType>
        <xs:restriction base="dms:Text"/>
      </xs:simpleType>
    </xs:element>
    <xs:element name="Registrikood_x0023_18" ma:displayName="Registrikood: 18" ma:index="79" ma:internalName="Registrikood_x0023_18" nillable="true" ma:readOnly="true" fp:namespace="228B497073DE44A483E29513BE360001" fp:type="String">
      <xs:simpleType>
        <xs:restriction base="dms:Text"/>
      </xs:simpleType>
    </xs:element>
    <xs:element name="Registrikood_x0023_19" ma:displayName="Registrikood: 19" ma:index="80" ma:internalName="Registrikood_x0023_19" nillable="true" ma:readOnly="true" fp:namespace="228B497073DE44A483E29513BE360001" fp:type="String">
      <xs:simpleType>
        <xs:restriction base="dms:Text"/>
      </xs:simpleType>
    </xs:element>
    <xs:element name="Registrikood_x0023_20" ma:displayName="Registrikood: 20" ma:index="81" ma:internalName="Registrikood_x0023_20" nillable="true" ma:readOnly="true" fp:namespace="228B497073DE44A483E29513BE360001" fp:type="String">
      <xs:simpleType>
        <xs:restriction base="dms:Text"/>
      </xs:simpleType>
    </xs:element>
    <xs:element name="Registrikood_x0023_21" ma:displayName="Registrikood: 21" ma:index="82" ma:internalName="Registrikood_x0023_21" nillable="true" ma:readOnly="true" fp:namespace="228B497073DE44A483E29513BE360001" fp:type="String">
      <xs:simpleType>
        <xs:restriction base="dms:Text"/>
      </xs:simpleType>
    </xs:element>
    <xs:element name="Registrikood_x0023_22" ma:displayName="Registrikood: 22" ma:index="83" ma:internalName="Registrikood_x0023_22" nillable="true" ma:readOnly="true" fp:namespace="228B497073DE44A483E29513BE360001" fp:type="String">
      <xs:simpleType>
        <xs:restriction base="dms:Text"/>
      </xs:simpleType>
    </xs:element>
    <xs:element name="Registrikood_x0023_23" ma:displayName="Registrikood: 23" ma:index="84" ma:internalName="Registrikood_x0023_23" nillable="true" ma:readOnly="true" fp:namespace="228B497073DE44A483E29513BE360001" fp:type="String">
      <xs:simpleType>
        <xs:restriction base="dms:Text"/>
      </xs:simpleType>
    </xs:element>
    <xs:element name="Registrikood_x0023_24" ma:displayName="Registrikood: 24" ma:index="85" ma:internalName="Registrikood_x0023_24" nillable="true" ma:readOnly="true" fp:namespace="228B497073DE44A483E29513BE360001" fp:type="String">
      <xs:simpleType>
        <xs:restriction base="dms:Text"/>
      </xs:simpleType>
    </xs:element>
    <xs:element name="Registrikood_x0023_25" ma:displayName="Registrikood: 25" ma:index="86" ma:internalName="Registrikood_x0023_25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>
  <documentManagement xmlns:xsi="http://www.w3.org/2001/XMLSchema-instance">
    <RMUniqueID xmlns="4f28efae-2a20-4782-b43d-2717bdd273fa">ce154a58-c0e4-4950-9a53-fa615633babd</RMUniqueID>
    <RMTitle xmlns="4f28efae-2a20-4782-b43d-2717bdd273fa"/>
    <RMRegistrationDate xmlns="4f28efae-2a20-4782-b43d-2717bdd273fa">2025-04-28T13:30:16.8118385Z</RMRegistrationDate>
    <RMReferenceCode xmlns="4f28efae-2a20-4782-b43d-2717bdd273fa">7-11/25/8662</RMReferenceCode>
    <Summary xmlns="4f28efae-2a20-4782-b43d-2717bdd273fa" xsi:nil="true"/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Mati Kass</Isik>
    <E-posti_x0020_aadress xmlns="4f28efae-2a20-4782-b43d-2717bdd273fa">mati.kass@rmk.ee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 xsi:nil="true"/>
    <RMAdditionalRecipients xmlns="4f28efae-2a20-4782-b43d-2717bdd273fa" xsi:nil="true"/>
    <Sama xmlns="4f28efae-2a20-4782-b43d-2717bdd273fa" xsi:nil="true"/>
    <Koopia xmlns="4f28efae-2a20-4782-b43d-2717bdd273fa" xsi:nil="true"/>
    <Pimekoopia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Terje Väärtmaa</Koostaja>
    <Koostaja_x0020_telefon xmlns="4f28efae-2a20-4782-b43d-2717bdd273fa">5854 4722</Koostaja_x0020_telefon>
    <Koostaja_x0020_e-post xmlns="4f28efae-2a20-4782-b43d-2717bdd273fa">terje.vaartmaa@keskkonnaamet.ee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Terje Väärtmaa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AccessRestrictionLastExtensionResolution xmlns="4f28efae-2a20-4782-b43d-2717bdd273fa" xsi:nil="true"/>
    <RMAccessRestrictionFromSender xmlns="4f28efae-2a20-4782-b43d-2717bdd273fa" xsi:nil="true"/>
    <RMExternalAccessRestrictionNotificationTime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  <Registrikood_x0023_1 xmlns="4f28efae-2a20-4782-b43d-2717bdd273fa" xsi:nil="true"/>
    <Registrikood_x0023_2 xmlns="4f28efae-2a20-4782-b43d-2717bdd273fa" xsi:nil="true"/>
    <Registrikood_x0023_3 xmlns="4f28efae-2a20-4782-b43d-2717bdd273fa" xsi:nil="true"/>
    <Registrikood_x0023_4 xmlns="4f28efae-2a20-4782-b43d-2717bdd273fa" xsi:nil="true"/>
    <Registrikood_x0023_5 xmlns="4f28efae-2a20-4782-b43d-2717bdd273fa" xsi:nil="true"/>
    <Registrikood_x0023_6 xmlns="4f28efae-2a20-4782-b43d-2717bdd273fa" xsi:nil="true"/>
    <Registrikood_x0023_7 xmlns="4f28efae-2a20-4782-b43d-2717bdd273fa" xsi:nil="true"/>
    <Registrikood_x0023_8 xmlns="4f28efae-2a20-4782-b43d-2717bdd273fa" xsi:nil="true"/>
    <Registrikood_x0023_9 xmlns="4f28efae-2a20-4782-b43d-2717bdd273fa" xsi:nil="true"/>
    <Registrikood_x0023_10 xmlns="4f28efae-2a20-4782-b43d-2717bdd273fa" xsi:nil="true"/>
    <Registrikood_x0023_11 xmlns="4f28efae-2a20-4782-b43d-2717bdd273fa" xsi:nil="true"/>
    <Registrikood_x0023_12 xmlns="4f28efae-2a20-4782-b43d-2717bdd273fa" xsi:nil="true"/>
    <Registrikood_x0023_13 xmlns="4f28efae-2a20-4782-b43d-2717bdd273fa" xsi:nil="true"/>
    <Registrikood_x0023_14 xmlns="4f28efae-2a20-4782-b43d-2717bdd273fa" xsi:nil="true"/>
    <Registrikood_x0023_15 xmlns="4f28efae-2a20-4782-b43d-2717bdd273fa" xsi:nil="true"/>
    <Registrikood_x0023_16 xmlns="4f28efae-2a20-4782-b43d-2717bdd273fa" xsi:nil="true"/>
    <Registrikood_x0023_17 xmlns="4f28efae-2a20-4782-b43d-2717bdd273fa" xsi:nil="true"/>
    <Registrikood_x0023_18 xmlns="4f28efae-2a20-4782-b43d-2717bdd273fa" xsi:nil="true"/>
    <Registrikood_x0023_19 xmlns="4f28efae-2a20-4782-b43d-2717bdd273fa" xsi:nil="true"/>
    <Registrikood_x0023_20 xmlns="4f28efae-2a20-4782-b43d-2717bdd273fa" xsi:nil="true"/>
    <Registrikood_x0023_21 xmlns="4f28efae-2a20-4782-b43d-2717bdd273fa" xsi:nil="true"/>
    <Registrikood_x0023_22 xmlns="4f28efae-2a20-4782-b43d-2717bdd273fa" xsi:nil="true"/>
    <Registrikood_x0023_23 xmlns="4f28efae-2a20-4782-b43d-2717bdd273fa" xsi:nil="true"/>
    <Registrikood_x0023_24 xmlns="4f28efae-2a20-4782-b43d-2717bdd273fa" xsi:nil="true"/>
    <Registrikood_x0023_25 xmlns="4f28efae-2a20-4782-b43d-2717bdd273f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BD7954F-1A42-42C5-9209-F6A26875F4BB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61C44-F470-4B56-AFA8-2038CF04135C}">
  <ds:schemaRefs>
    <ds:schemaRef ds:uri="http://purl.org/dc/dcmitype/"/>
    <ds:schemaRef ds:uri="http://purl.org/dc/elements/1.1/"/>
    <ds:schemaRef ds:uri="4f28efae-2a20-4782-b43d-2717bdd273fa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3EB593A-C584-4C0B-8FBB-F804C1FE9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32</TotalTime>
  <Pages>1</Pages>
  <Words>77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Audru poldri väljavoolukanali liivasetete laiali planeerimine</dc:title>
  <dc:subject/>
  <dc:description/>
  <cp:lastModifiedBy>Gunnar Sein</cp:lastModifiedBy>
  <cp:revision>7</cp:revision>
  <cp:lastPrinted>2014-04-03T11:06:00Z</cp:lastPrinted>
  <dcterms:created xsi:type="dcterms:W3CDTF">2025-04-28T11:48:00Z</dcterms:created>
  <dcterms:modified xsi:type="dcterms:W3CDTF">2025-04-28T13:29:00Z</dcterms:modified>
</cp:coreProperties>
</file>